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F58" w:rsidRPr="00CD0414" w:rsidRDefault="00684A61" w:rsidP="00CD0414">
      <w:pPr>
        <w:pStyle w:val="Heading110"/>
        <w:widowControl/>
        <w:shd w:val="clear" w:color="auto" w:fill="auto"/>
        <w:spacing w:after="0"/>
        <w:jc w:val="center"/>
        <w:rPr>
          <w:sz w:val="32"/>
          <w:szCs w:val="32"/>
        </w:rPr>
      </w:pPr>
      <w:r>
        <w:rPr>
          <w:sz w:val="32"/>
          <w:szCs w:val="32"/>
        </w:rPr>
        <w:t>Symulacja działań dla klimatu: kraje szybko rozwijające się</w:t>
      </w:r>
    </w:p>
    <w:p w:rsidR="00A27D58" w:rsidRPr="00CD0414" w:rsidRDefault="00A27D58" w:rsidP="00CD0414">
      <w:pPr>
        <w:pStyle w:val="Heading110"/>
        <w:widowControl/>
        <w:spacing w:after="0"/>
        <w:rPr>
          <w:sz w:val="32"/>
          <w:szCs w:val="32"/>
        </w:rPr>
      </w:pPr>
      <w:r>
        <w:rPr>
          <w:noProof/>
          <w:sz w:val="32"/>
          <w:szCs w:val="32"/>
          <w:lang w:val="fr-BE" w:eastAsia="fr-BE" w:bidi="ar-SA"/>
        </w:rPr>
        <w:drawing>
          <wp:anchor distT="0" distB="0" distL="63500" distR="103505" simplePos="0" relativeHeight="251659776" behindDoc="1" locked="0" layoutInCell="1" allowOverlap="1" wp14:anchorId="0133F173" wp14:editId="40C2834C">
            <wp:simplePos x="0" y="0"/>
            <wp:positionH relativeFrom="margin">
              <wp:posOffset>64135</wp:posOffset>
            </wp:positionH>
            <wp:positionV relativeFrom="paragraph">
              <wp:posOffset>67945</wp:posOffset>
            </wp:positionV>
            <wp:extent cx="1627505" cy="877570"/>
            <wp:effectExtent l="0" t="0" r="0" b="0"/>
            <wp:wrapSquare wrapText="right"/>
            <wp:docPr id="1" name="Picture 1" descr="C:\Users\htoo\AppData\Local\Tem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too\AppData\Local\Temp\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7505" cy="877570"/>
                    </a:xfrm>
                    <a:prstGeom prst="rect">
                      <a:avLst/>
                    </a:prstGeom>
                    <a:noFill/>
                  </pic:spPr>
                </pic:pic>
              </a:graphicData>
            </a:graphic>
            <wp14:sizeRelH relativeFrom="page">
              <wp14:pctWidth>0</wp14:pctWidth>
            </wp14:sizeRelH>
            <wp14:sizeRelV relativeFrom="page">
              <wp14:pctHeight>0</wp14:pctHeight>
            </wp14:sizeRelV>
          </wp:anchor>
        </w:drawing>
      </w:r>
    </w:p>
    <w:p w:rsidR="00BB2F58" w:rsidRPr="00CD0414" w:rsidRDefault="00684A61" w:rsidP="0046364E">
      <w:pPr>
        <w:pStyle w:val="Heading210"/>
        <w:widowControl/>
        <w:shd w:val="clear" w:color="auto" w:fill="auto"/>
        <w:spacing w:before="0"/>
        <w:ind w:left="3544" w:hanging="3544"/>
      </w:pPr>
      <w:r>
        <w:t>Do</w:t>
      </w:r>
      <w:proofErr w:type="gramStart"/>
      <w:r>
        <w:t>:</w:t>
      </w:r>
      <w:r>
        <w:tab/>
        <w:t>Główni</w:t>
      </w:r>
      <w:proofErr w:type="gramEnd"/>
      <w:r>
        <w:t xml:space="preserve"> negocjatorzy i negocjatorki krajów szybko rozwijających się</w:t>
      </w:r>
      <w:r w:rsidR="0046364E">
        <w:t xml:space="preserve"> </w:t>
      </w:r>
      <w:r>
        <w:t>(Chiny, Indie, Indonezja, Brazylia, Meksyk, Republika Południowej Afryki)</w:t>
      </w:r>
    </w:p>
    <w:p w:rsidR="00BB2F58" w:rsidRPr="00CD0414" w:rsidRDefault="00684A61" w:rsidP="0046364E">
      <w:pPr>
        <w:pStyle w:val="Heading210"/>
        <w:widowControl/>
        <w:shd w:val="clear" w:color="auto" w:fill="auto"/>
        <w:spacing w:before="0"/>
        <w:ind w:left="3544" w:hanging="3544"/>
      </w:pPr>
      <w:r>
        <w:t>Dot</w:t>
      </w:r>
      <w:proofErr w:type="gramStart"/>
      <w:r>
        <w:t>.:</w:t>
      </w:r>
      <w:r>
        <w:tab/>
        <w:t>Przygotowania</w:t>
      </w:r>
      <w:proofErr w:type="gramEnd"/>
      <w:r>
        <w:t xml:space="preserve"> do Szczytu na rzecz Działań Klimatycznych</w:t>
      </w:r>
    </w:p>
    <w:p w:rsidR="00A27D58" w:rsidRPr="00CD0414" w:rsidRDefault="00A27D58" w:rsidP="00CD0414">
      <w:pPr>
        <w:pStyle w:val="Heading210"/>
        <w:widowControl/>
        <w:shd w:val="clear" w:color="auto" w:fill="auto"/>
        <w:tabs>
          <w:tab w:val="left" w:pos="994"/>
        </w:tabs>
        <w:spacing w:before="0"/>
        <w:rPr>
          <w:lang w:val="en-GB"/>
        </w:rPr>
      </w:pPr>
    </w:p>
    <w:p w:rsidR="00A27D58" w:rsidRPr="00CD0414" w:rsidRDefault="00A27D58" w:rsidP="00CD0414">
      <w:pPr>
        <w:pStyle w:val="Heading210"/>
        <w:widowControl/>
        <w:shd w:val="clear" w:color="auto" w:fill="auto"/>
        <w:tabs>
          <w:tab w:val="left" w:pos="994"/>
        </w:tabs>
        <w:spacing w:before="0"/>
        <w:rPr>
          <w:lang w:val="en-GB"/>
        </w:rPr>
      </w:pPr>
    </w:p>
    <w:p w:rsidR="00BB2F58" w:rsidRPr="00CD0414" w:rsidRDefault="00684A61" w:rsidP="00CD0414">
      <w:pPr>
        <w:pStyle w:val="Bodytext20"/>
        <w:widowControl/>
        <w:shd w:val="clear" w:color="auto" w:fill="auto"/>
        <w:spacing w:line="269" w:lineRule="exact"/>
        <w:ind w:firstLine="0"/>
        <w:jc w:val="both"/>
      </w:pPr>
      <w:r>
        <w:t>Witamy na Szczycie na rzecz Działań Klimatycznych. Sekretarz gen</w:t>
      </w:r>
      <w:r w:rsidR="0046364E">
        <w:t>eralny ONZ zwrócił się do Was i </w:t>
      </w:r>
      <w:r>
        <w:t xml:space="preserve">do przywódców wszystkich zainteresowanych stron o podjęcie wspólnych działań na rzecz skutecznego rozwiązania problemu zmiany klimatu. W swym zaproszeniu sekretarz generalny </w:t>
      </w:r>
      <w:r>
        <w:rPr>
          <w:color w:val="0000FF"/>
        </w:rPr>
        <w:t>stwierdził:</w:t>
      </w:r>
      <w:r>
        <w:t xml:space="preserve"> „Kryzys klimatyczny jest wyścigiem, który przegrywamy, ale możemy go jeszcze wygrać [...] Według najbardziej wiarygodnych danych naukowych, każdy wzrost temperatury powyżej 1,5°C doprowadzi do poważnych i nieodwracalnych szkód w życiodajnych ekosystemach [...] Ale nauka mówi nam również, że nie jest jeszcze za późno. Możemy wygrać ten wyścig [...] Ale będzie to wymagało fundamentalnej transformacji wszystkich aspektów naszeg</w:t>
      </w:r>
      <w:r w:rsidR="0046364E">
        <w:t>o społeczeństwa – sposobu, w </w:t>
      </w:r>
      <w:r>
        <w:t>jakim wytwarzamy żywność, użytkujemy grunty, dostarczamy paliwa na potrzeby naszego transportu i zaopatrujemy w energię nasze gospodarki [...]. Nikt nie pozostanie w tyle pod warunkiem, że będziemy działać razem.</w:t>
      </w:r>
    </w:p>
    <w:p w:rsidR="00BB2F58" w:rsidRPr="00CD0414" w:rsidRDefault="00684A61" w:rsidP="00CD0414">
      <w:pPr>
        <w:pStyle w:val="Bodytext20"/>
        <w:widowControl/>
        <w:shd w:val="clear" w:color="auto" w:fill="auto"/>
        <w:spacing w:line="269" w:lineRule="exact"/>
        <w:ind w:firstLine="0"/>
        <w:jc w:val="both"/>
      </w:pPr>
      <w:r>
        <w:t xml:space="preserve">Celem szczytu jest opracowanie planu ograniczenia globalnego ocieplenia do mniej niż 2 °C [3,6 °F] powyżej poziomu sprzed epoki przemysłowej, a nawet będziemy dążyć do ograniczenia go do 1,5 °C [2,7 °F], zgodnie z międzynarodowym celami, które zostały formalnie przyjęte w paryskim porozumieniu klimatycznym. </w:t>
      </w:r>
      <w:r>
        <w:rPr>
          <w:color w:val="0000FF"/>
        </w:rPr>
        <w:t>Dowody naukowe</w:t>
      </w:r>
      <w:r>
        <w:t xml:space="preserve"> są jednoznaczne: ocieplenie powyżej tego pułapu przyniesie katastrofalne i nieodwracalne skutki, które zagrożą zdrowiu, dobrobytowi i życiu ludzi we wszystkich krajach".</w:t>
      </w:r>
    </w:p>
    <w:p w:rsidR="00BB2F58" w:rsidRPr="00CD0414" w:rsidRDefault="00684A61" w:rsidP="00CD0414">
      <w:pPr>
        <w:pStyle w:val="Bodytext20"/>
        <w:widowControl/>
        <w:shd w:val="clear" w:color="auto" w:fill="auto"/>
        <w:spacing w:line="269" w:lineRule="exact"/>
        <w:ind w:firstLine="0"/>
        <w:jc w:val="both"/>
      </w:pPr>
      <w:r>
        <w:t xml:space="preserve">Reprezentujecie największe i najszybciej rozwijające się państwa świata (wymienione powyżej). Łączna liczba ludności Waszych krajów wynosi niemal 3,5 mld, czyli około 45 % z 7,7 mld ludzi na świecie. Państwa te wytwarzają jednak razem tylko około 25 % światowej produkcji gospodarczej, przy niższym PKB (produkt krajowy brutto) i o wiele wyższym poziomie ubóstwa niż kraje </w:t>
      </w:r>
      <w:proofErr w:type="gramStart"/>
      <w:r>
        <w:t>rozwinięte</w:t>
      </w:r>
      <w:proofErr w:type="gramEnd"/>
      <w:r>
        <w:t>.</w:t>
      </w:r>
    </w:p>
    <w:p w:rsidR="00BB2F58" w:rsidRPr="00CD0414" w:rsidRDefault="00684A61" w:rsidP="00CD0414">
      <w:pPr>
        <w:pStyle w:val="Bodytext20"/>
        <w:widowControl/>
        <w:shd w:val="clear" w:color="auto" w:fill="auto"/>
        <w:ind w:firstLine="0"/>
        <w:jc w:val="both"/>
      </w:pPr>
      <w:r>
        <w:t>Wasze priorytety polityczne zostały wymienione poniżej. Możecie jednak zaproponować lub zablokować dowolną dostępną politykę.</w:t>
      </w:r>
    </w:p>
    <w:p w:rsidR="00BB2F58" w:rsidRPr="00CD0414" w:rsidRDefault="00684A61" w:rsidP="0046364E">
      <w:pPr>
        <w:pStyle w:val="Heading210"/>
        <w:widowControl/>
        <w:numPr>
          <w:ilvl w:val="0"/>
          <w:numId w:val="1"/>
        </w:numPr>
        <w:shd w:val="clear" w:color="auto" w:fill="auto"/>
        <w:tabs>
          <w:tab w:val="left" w:pos="362"/>
        </w:tabs>
        <w:spacing w:before="0" w:line="269" w:lineRule="exact"/>
        <w:ind w:left="392" w:hanging="392"/>
      </w:pPr>
      <w:r>
        <w:t>Dotowanie energii ze źródeł odnawialnych (np. energia słoneczna, wiatrowa, geotermalna, wodna i magazynowanie energii).</w:t>
      </w:r>
    </w:p>
    <w:p w:rsidR="00BB2F58" w:rsidRPr="00CD0414" w:rsidRDefault="00684A61" w:rsidP="00CD0414">
      <w:pPr>
        <w:pStyle w:val="Bodytext20"/>
        <w:widowControl/>
        <w:shd w:val="clear" w:color="auto" w:fill="auto"/>
        <w:spacing w:line="269" w:lineRule="exact"/>
        <w:ind w:left="380" w:firstLine="0"/>
        <w:jc w:val="both"/>
      </w:pPr>
      <w:r>
        <w:rPr>
          <w:rStyle w:val="Bodytext23"/>
        </w:rPr>
        <w:t>Sektor energii odnawialnej rozwija się szybko, ale nadal odpowiada za mniej niż 5 % dostaw energii na świecie. Dotacje przyczynią się do rozwijania się tych gałęzi przemysłu, co przyczyni się do tworzenia miejsc pracy w Waszych krajach (jeśli uda Wam się prześcignąć rozwój technologiczny w zakresie energii wiatrowej, słonecznej i technologii baterii w krajach rozwiniętych). Magazynowanie (np. baterie, magazynowanie energii cieplnej, elektrownie szczytowo-pompowe) oraz technologie inteligentnych sieci na rzecz energii elektrycznej umożliwiają włączenie do systemu energetycznego różnych źródeł odnawialnych, takich jak wiatr i słońce, i zapewniają stały dopływ energii elektrycznej.</w:t>
      </w:r>
    </w:p>
    <w:p w:rsidR="00BB2F58" w:rsidRPr="00CD0414" w:rsidRDefault="00684A61" w:rsidP="00CD0414">
      <w:pPr>
        <w:pStyle w:val="Heading210"/>
        <w:widowControl/>
        <w:numPr>
          <w:ilvl w:val="0"/>
          <w:numId w:val="1"/>
        </w:numPr>
        <w:shd w:val="clear" w:color="auto" w:fill="auto"/>
        <w:tabs>
          <w:tab w:val="left" w:pos="380"/>
        </w:tabs>
        <w:spacing w:before="0" w:after="120" w:line="269" w:lineRule="exact"/>
        <w:ind w:left="380" w:hanging="380"/>
      </w:pPr>
      <w:r>
        <w:t>Zmniejszenie emisji metanu, podtlenku azotu i innych gazów cieplarnianych. CO</w:t>
      </w:r>
      <w:r>
        <w:rPr>
          <w:vertAlign w:val="subscript"/>
        </w:rPr>
        <w:t>2</w:t>
      </w:r>
      <w:r>
        <w:t xml:space="preserve"> jest najważniejszym gazem cieplarnianym, ale inne gazy odpowiadają za około jednej czwartej globalnego ocieplenia.</w:t>
      </w:r>
      <w:r>
        <w:rPr>
          <w:b w:val="0"/>
        </w:rPr>
        <w:t xml:space="preserve"> Należą do nich metan (CH</w:t>
      </w:r>
      <w:r>
        <w:rPr>
          <w:b w:val="0"/>
          <w:vertAlign w:val="subscript"/>
        </w:rPr>
        <w:t>4</w:t>
      </w:r>
      <w:r>
        <w:rPr>
          <w:b w:val="0"/>
        </w:rPr>
        <w:t>), podtlenek azotu (N</w:t>
      </w:r>
      <w:r>
        <w:rPr>
          <w:b w:val="0"/>
          <w:vertAlign w:val="subscript"/>
        </w:rPr>
        <w:t>2</w:t>
      </w:r>
      <w:r>
        <w:rPr>
          <w:b w:val="0"/>
        </w:rPr>
        <w:t xml:space="preserve">O) oraz szeroki zakres </w:t>
      </w:r>
      <w:proofErr w:type="spellStart"/>
      <w:r>
        <w:rPr>
          <w:b w:val="0"/>
        </w:rPr>
        <w:t>chlorowodorofluorowęglowodorów</w:t>
      </w:r>
      <w:proofErr w:type="spellEnd"/>
      <w:r>
        <w:rPr>
          <w:b w:val="0"/>
        </w:rPr>
        <w:t xml:space="preserve"> i innych związków fluorowanych (tzw. f-gazów). Każdą swoją cząsteczką gazy inne niż CO</w:t>
      </w:r>
      <w:r>
        <w:rPr>
          <w:b w:val="0"/>
          <w:vertAlign w:val="subscript"/>
        </w:rPr>
        <w:t>2</w:t>
      </w:r>
      <w:r>
        <w:rPr>
          <w:b w:val="0"/>
        </w:rPr>
        <w:t xml:space="preserve"> przyczyniają się do wzrostu globalnego ocieplenia dziesiątki, setki lub tysiące razy bardziej niż CO</w:t>
      </w:r>
      <w:r>
        <w:rPr>
          <w:b w:val="0"/>
          <w:vertAlign w:val="subscript"/>
        </w:rPr>
        <w:t>2</w:t>
      </w:r>
      <w:r>
        <w:rPr>
          <w:b w:val="0"/>
        </w:rPr>
        <w:t>. Mimo że ich stężenia są niskie, szybko rosną.</w:t>
      </w:r>
    </w:p>
    <w:p w:rsidR="00BB2F58" w:rsidRPr="00CD0414" w:rsidRDefault="00684A61"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lastRenderedPageBreak/>
        <w:t xml:space="preserve">Ograniczenie wylesiania. </w:t>
      </w:r>
      <w:r>
        <w:t>Obecnie wylesianie odpowiada za około 15 % światowych emisji gazów cieplarnianych. Duża część wylesiania ma miejsce w lasach tropikalnych Waszych krajów, w tym w dorzeczu Amazonki, Chinach, Indiach i Indonezji. Ochrona lasów może zmniejszyć emisje przy jednoczesnym zachowaniu różnorodności biologicznej i ochronie zaopatrzenia w wodę. Ograniczenie wylesiania zmniejsza jednak również potencjalne wykorzystanie tych gruntów do pozyskiwania drewna, produkcji żywności i innych ważnych zastosowań.</w:t>
      </w:r>
    </w:p>
    <w:p w:rsidR="00A27D58" w:rsidRPr="00CD0414" w:rsidRDefault="00A27D58"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t xml:space="preserve">Refleksja nad zalesianiem. </w:t>
      </w:r>
      <w:r>
        <w:t>Zalesianie polega na tworzeniu nowych lasów na gruntach, gdzie nie rosną drzewa; w niektórych przypadkach chodzi o ziemie wcześniej wylesione lub zdegradowane. Do zalesiania na dużą skalę wykorzystane mogą zostać grunty potrzebne pod uprawy lub hodowlę zwierząt gospodarskich, co podnosi ceny żywności. Zastanówcie się, jakiej powierzchni gruntów wymagałaby realizacja polityki zalesiania proponowanej przez Was i przez inne grupy.</w:t>
      </w:r>
    </w:p>
    <w:p w:rsidR="00BB2F58" w:rsidRPr="00175F65" w:rsidRDefault="00684A61" w:rsidP="00CD0414">
      <w:pPr>
        <w:pStyle w:val="Bodytext20"/>
        <w:widowControl/>
        <w:numPr>
          <w:ilvl w:val="0"/>
          <w:numId w:val="1"/>
        </w:numPr>
        <w:shd w:val="clear" w:color="auto" w:fill="auto"/>
        <w:tabs>
          <w:tab w:val="left" w:pos="362"/>
        </w:tabs>
        <w:spacing w:line="269" w:lineRule="exact"/>
        <w:ind w:left="400"/>
        <w:jc w:val="both"/>
      </w:pPr>
      <w:r>
        <w:t>Rozważcie wprowadzenie ceny emisji CO</w:t>
      </w:r>
      <w:r>
        <w:rPr>
          <w:vertAlign w:val="subscript"/>
        </w:rPr>
        <w:t>2</w:t>
      </w:r>
      <w:r>
        <w:t>. Paliwa kopalne nadal dominują w światowym systemie energetycznym, a emisja CO</w:t>
      </w:r>
      <w:r>
        <w:rPr>
          <w:vertAlign w:val="subscript"/>
        </w:rPr>
        <w:t>2</w:t>
      </w:r>
      <w:r>
        <w:t xml:space="preserve"> jest zdecydowanie największym źródłem emisji gazów cieplarnianych, które przyczyniają się do zmiany klimatu. Obecne ceny rynkowe nie uwzględniają szkód środowiskowych i społecznych wynikających ze stosowania paliw kopalnych (ich negatywnych efektów zewnętrznych). Na domiar złego, rządy na całym świecie, w tym wiele rządów w Waszych krajach, przeznaczają od 775 mld USD do 1 bln USD rocznie na dotacje dla sektora paliw kopalnych. Ekonomiści zgadzają się co do tego, że cena emisji dwutlenku węgla jest najlepszym sposobem ograniczenia globalnych emisji gazów cieplarnianych. Rozważcie wprowadzenie ceny węgla, być może stopniowo w dłuższej perspektywie, tak aby dać przemysłowi i konsumentom czas na dostosowanie się. Dochody mogą być zwrócone ogółowi społeczeństwa, pomagać w wyrównaniu kosztów innych obszarów polityki lub zmniejszać deficyt budżetowy. Mimo że w niektórych z Waszych krajów wprowadzono ceny emisji dwutlenku węgla lub zmniejszono dotacje na paliwa kopalne, w kilku krajach są one znacznie niższe niż zalecane przez ekonomistów 30–50 USD za tonę CO </w:t>
      </w:r>
      <w:r>
        <w:rPr>
          <w:vertAlign w:val="subscript"/>
        </w:rPr>
        <w:t>2</w:t>
      </w:r>
      <w:r>
        <w:t xml:space="preserve"> lub więcej. Chiny wdrażają ogólnokrajowy rynek handlu i limitowania emisji, który podniesie cenę emisji CO</w:t>
      </w:r>
      <w:r>
        <w:rPr>
          <w:vertAlign w:val="subscript"/>
        </w:rPr>
        <w:t>2</w:t>
      </w:r>
      <w:r>
        <w:t>, ale inne kraje w Waszej grupie tego nie uczyniły. Jednak nie można działać za szybko – klasa średnia w Waszych krajach z trudem może pozwolić sobie na produkty i usługi, które mieszkańcy krajów rozwiniętych traktują jako oczywiste, takie jak samochody, klimatyzację podróże lotnicze itp., podczas gdy osoby ubogie w Waszych krajach dążą do zapewnienia sobie niezawodnych dostaw energii elektrycznej, czystej wody, żywności, opieki zdrowotnej i godziwych warunków mieszkaniowych oraz do zaspokojenia innych podstawowych potrzeb ludzkich, i dotkliwie odczują rosnące koszty energii.</w:t>
      </w:r>
    </w:p>
    <w:p w:rsidR="00BB2F58" w:rsidRPr="00CD0414" w:rsidRDefault="00684A61" w:rsidP="00CD0414">
      <w:pPr>
        <w:pStyle w:val="Bodytext20"/>
        <w:widowControl/>
        <w:numPr>
          <w:ilvl w:val="0"/>
          <w:numId w:val="1"/>
        </w:numPr>
        <w:shd w:val="clear" w:color="auto" w:fill="auto"/>
        <w:tabs>
          <w:tab w:val="left" w:pos="362"/>
        </w:tabs>
        <w:spacing w:line="269" w:lineRule="exact"/>
        <w:ind w:left="400"/>
        <w:jc w:val="both"/>
      </w:pPr>
      <w:r>
        <w:rPr>
          <w:rStyle w:val="Bodytext2Bold"/>
        </w:rPr>
        <w:t xml:space="preserve">Rozważenie opodatkowania węgla. </w:t>
      </w:r>
      <w:r>
        <w:t>Wiele z Waszych kraj</w:t>
      </w:r>
      <w:r w:rsidR="0046364E">
        <w:t>ów nadal buduje nowe kopalnie i </w:t>
      </w:r>
      <w:r>
        <w:t>elektrownie węglowe, chociaż węgiel jest najbardziej energochłonnym paliwem i odpowiada za znaczną część zanieczyszczenia powietrza, które szkodzi milionom ludzi w Waszych krajach. Opodatkowanie, regulacja lub nawet stopniowe wycofanie węgla może doprowadzić do szybkiego ograniczenia emisji, zmniejszenia niebezpieczne</w:t>
      </w:r>
      <w:r w:rsidR="0046364E">
        <w:t>go zanieczyszczenia powietrza i </w:t>
      </w:r>
      <w:r>
        <w:t>poprawy stanu zdrowia publicznego.</w:t>
      </w:r>
    </w:p>
    <w:p w:rsidR="00BB2F58" w:rsidRPr="00CD0414" w:rsidRDefault="00684A61" w:rsidP="00CD0414">
      <w:pPr>
        <w:pStyle w:val="Bodytext50"/>
        <w:widowControl/>
        <w:shd w:val="clear" w:color="auto" w:fill="auto"/>
        <w:spacing w:before="0"/>
      </w:pPr>
      <w:r>
        <w:t>Inne kwestie</w:t>
      </w:r>
    </w:p>
    <w:p w:rsidR="00BB2F58" w:rsidRPr="00CD0414" w:rsidRDefault="00684A61" w:rsidP="00CD0414">
      <w:pPr>
        <w:pStyle w:val="Bodytext20"/>
        <w:widowControl/>
        <w:shd w:val="clear" w:color="auto" w:fill="auto"/>
        <w:spacing w:line="269" w:lineRule="exact"/>
        <w:ind w:firstLine="0"/>
        <w:jc w:val="both"/>
      </w:pPr>
      <w:r>
        <w:t>Jest to czas konfliktu i sprzeczności w Waszych gospodarkach.</w:t>
      </w:r>
      <w:r w:rsidR="0046364E">
        <w:t xml:space="preserve"> Wszystkie Wasze kraje zależą w </w:t>
      </w:r>
      <w:r>
        <w:t>dużym stopniu od paliw kopalnych, w tym węgla, i są obecnie odpowiedzialne za 40 % światowych emisji gazów cieplarnianych, przy czym same Chiny odpowiadają za około 28 % emisji. Wy i inne kraje rozwijające się jesteście odpowiedzialni dziś za łącznie około 64 % światowych emisji, chociaż emisje na mieszkańca w Waszych krajach są niższe niż w krajach rozwiniętych. Jednak to kraje rozwinięte wygenerowały większość skumulowanych emisji gazów cieplarnianych, które doprowadziły do kryzysu klimatycznego. Uważacie, że to one są moralnie zobowiązane do ograniczenia emisji oraz że polityka przeciwdziałania zmianie klimatu nie może spowolnić rozwoju gospodarczego i wysiłków podejmowanych w celu wydźwignięcia setek milionów osób z ubóstwa.</w:t>
      </w:r>
    </w:p>
    <w:p w:rsidR="00BB2F58" w:rsidRPr="00CD0414" w:rsidRDefault="00684A61" w:rsidP="00CD0414">
      <w:pPr>
        <w:pStyle w:val="Bodytext20"/>
        <w:widowControl/>
        <w:shd w:val="clear" w:color="auto" w:fill="auto"/>
        <w:spacing w:line="269" w:lineRule="exact"/>
        <w:ind w:firstLine="0"/>
        <w:jc w:val="both"/>
      </w:pPr>
      <w:r>
        <w:lastRenderedPageBreak/>
        <w:t xml:space="preserve">Jednocześnie zdajecie sobie sprawę, że zmiana klimatu stanowi poważne zagrożenie dla dobrobytu, zdrowia i życia Waszych obywateli. Zanieczyszczenie powietrza </w:t>
      </w:r>
      <w:r w:rsidR="0046364E">
        <w:t>przez paliwa kopalne wywołuje w </w:t>
      </w:r>
      <w:bookmarkStart w:id="0" w:name="_GoBack"/>
      <w:bookmarkEnd w:id="0"/>
      <w:r>
        <w:t>Waszych krajach groźne choroby i miliony przedwczesnych zgonów rocznie. Podnoszenie się poziomu morza, ekstremalne warunki pogodowe, susze, spadek plonów oraz inne szkody wynikające ze zmiany klimatu w coraz większym stopniu przyczyniają się do konfliktów i migracji oraz podważają bezpieczeństwo narodowe i legitymację Waszych rządów.</w:t>
      </w:r>
    </w:p>
    <w:p w:rsidR="00BB2F58" w:rsidRPr="00CD0414" w:rsidRDefault="00684A61" w:rsidP="00CD0414">
      <w:pPr>
        <w:pStyle w:val="Bodytext20"/>
        <w:widowControl/>
        <w:shd w:val="clear" w:color="auto" w:fill="auto"/>
        <w:spacing w:line="269" w:lineRule="exact"/>
        <w:ind w:firstLine="0"/>
        <w:jc w:val="both"/>
      </w:pPr>
      <w:r>
        <w:t>Branża paliw kopalnych jest przeciwna zmianom, ale Wasze narody i przedsiębiorstwa uważają, że polityka przyjazna dla klimatu może być korzystna dla Waszych gospodarek. Efektywność energetyczna i odnawialne źródła energii takie jak energia wiatrowa i słoneczna są często rentowne, tworzą miejsca pracy i poprawiają zdrowie publiczne. Nawet jeśli nadal budujecie elektrownie węglowe, i tak ścigacie się z państwami rozwiniętymi w walce o to, kto będzie dominować na szybko rozwijającym się rynku energii ze źródeł odnawialnych, pojazdów elektrycznych oraz efektywnych energetycznie budynków i procesów przemysłowych.</w:t>
      </w:r>
    </w:p>
    <w:p w:rsidR="00A27D58" w:rsidRPr="00CD0414" w:rsidRDefault="00A27D58">
      <w:pPr>
        <w:jc w:val="center"/>
      </w:pPr>
      <w:r>
        <w:t>_____________</w:t>
      </w:r>
    </w:p>
    <w:p w:rsidR="00A27D58" w:rsidRPr="00A27D58" w:rsidRDefault="00A27D58">
      <w:pPr>
        <w:pStyle w:val="Bodytext20"/>
        <w:widowControl/>
        <w:shd w:val="clear" w:color="auto" w:fill="auto"/>
        <w:spacing w:line="269" w:lineRule="exact"/>
        <w:ind w:firstLine="0"/>
        <w:jc w:val="both"/>
        <w:rPr>
          <w:lang w:val="en-GB"/>
        </w:rPr>
      </w:pPr>
    </w:p>
    <w:sectPr w:rsidR="00A27D58" w:rsidRPr="00A27D58" w:rsidSect="00CD0414">
      <w:footerReference w:type="default" r:id="rId9"/>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BB1" w:rsidRDefault="00684A61">
      <w:r>
        <w:separator/>
      </w:r>
    </w:p>
  </w:endnote>
  <w:endnote w:type="continuationSeparator" w:id="0">
    <w:p w:rsidR="00D82BB1" w:rsidRDefault="0068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D58" w:rsidRPr="00CD0414" w:rsidRDefault="00A27D58" w:rsidP="00CD0414">
    <w:pPr>
      <w:pStyle w:val="Footer"/>
      <w:jc w:val="both"/>
      <w:rPr>
        <w:i/>
        <w:sz w:val="20"/>
        <w:szCs w:val="20"/>
      </w:rPr>
    </w:pPr>
    <w:r>
      <w:rPr>
        <w:i/>
        <w:sz w:val="20"/>
        <w:szCs w:val="20"/>
      </w:rPr>
      <w:t xml:space="preserve">Opracowane przez: </w:t>
    </w:r>
    <w:proofErr w:type="spellStart"/>
    <w:r>
      <w:rPr>
        <w:i/>
        <w:sz w:val="20"/>
        <w:szCs w:val="20"/>
      </w:rPr>
      <w:t>Climate</w:t>
    </w:r>
    <w:proofErr w:type="spellEnd"/>
    <w:r>
      <w:rPr>
        <w:i/>
        <w:sz w:val="20"/>
        <w:szCs w:val="20"/>
      </w:rPr>
      <w:t xml:space="preserve"> Interactive, MIT Sloan School of Management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School i </w:t>
    </w:r>
    <w:proofErr w:type="spellStart"/>
    <w:r>
      <w:rPr>
        <w:i/>
        <w:sz w:val="20"/>
        <w:szCs w:val="20"/>
      </w:rPr>
      <w:t>UMass</w:t>
    </w:r>
    <w:proofErr w:type="spellEnd"/>
    <w:r>
      <w:rPr>
        <w:i/>
        <w:sz w:val="20"/>
        <w:szCs w:val="20"/>
      </w:rPr>
      <w:t xml:space="preserve"> Lowell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Ostatnia aktualizacja: sierpień 2019 r.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F58" w:rsidRDefault="00BB2F58"/>
  </w:footnote>
  <w:footnote w:type="continuationSeparator" w:id="0">
    <w:p w:rsidR="00BB2F58" w:rsidRDefault="00BB2F5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C3391"/>
    <w:multiLevelType w:val="multilevel"/>
    <w:tmpl w:val="084A3A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F58"/>
    <w:rsid w:val="00175F65"/>
    <w:rsid w:val="00392B0E"/>
    <w:rsid w:val="0046364E"/>
    <w:rsid w:val="00584957"/>
    <w:rsid w:val="00684A61"/>
    <w:rsid w:val="007B0D28"/>
    <w:rsid w:val="007D288D"/>
    <w:rsid w:val="00816C33"/>
    <w:rsid w:val="00996C61"/>
    <w:rsid w:val="00A27D58"/>
    <w:rsid w:val="00BB2F58"/>
    <w:rsid w:val="00C06D50"/>
    <w:rsid w:val="00CD0414"/>
    <w:rsid w:val="00D82BB1"/>
    <w:rsid w:val="00E945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FED28"/>
  <w15:docId w15:val="{5063A819-4EDD-4F12-9714-64F44939997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pl-PL"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pl-PL"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pl-PL"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pl-PL"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pl-PL"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pl-PL"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jc w:val="both"/>
      <w:outlineLvl w:val="1"/>
    </w:pPr>
    <w:rPr>
      <w:b/>
      <w:bCs/>
      <w:sz w:val="22"/>
      <w:szCs w:val="22"/>
    </w:rPr>
  </w:style>
  <w:style w:type="paragraph" w:customStyle="1" w:styleId="Bodytext20">
    <w:name w:val="Body text|2"/>
    <w:basedOn w:val="Normal"/>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Normal"/>
    <w:link w:val="Bodytext3"/>
    <w:pPr>
      <w:shd w:val="clear" w:color="auto" w:fill="FFFFFF"/>
      <w:spacing w:before="120" w:after="480" w:line="244" w:lineRule="exact"/>
      <w:jc w:val="both"/>
    </w:pPr>
    <w:rPr>
      <w:b/>
      <w:bCs/>
      <w:sz w:val="22"/>
      <w:szCs w:val="22"/>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A27D58"/>
    <w:pPr>
      <w:tabs>
        <w:tab w:val="center" w:pos="4513"/>
        <w:tab w:val="right" w:pos="9026"/>
      </w:tabs>
    </w:pPr>
  </w:style>
  <w:style w:type="character" w:customStyle="1" w:styleId="HeaderChar">
    <w:name w:val="Header Char"/>
    <w:basedOn w:val="DefaultParagraphFont"/>
    <w:link w:val="Header"/>
    <w:uiPriority w:val="99"/>
    <w:rsid w:val="00A27D58"/>
    <w:rPr>
      <w:color w:val="000000"/>
    </w:rPr>
  </w:style>
  <w:style w:type="paragraph" w:styleId="Footer">
    <w:name w:val="footer"/>
    <w:basedOn w:val="Normal"/>
    <w:link w:val="FooterChar"/>
    <w:uiPriority w:val="99"/>
    <w:unhideWhenUsed/>
    <w:rsid w:val="00A27D58"/>
    <w:pPr>
      <w:tabs>
        <w:tab w:val="center" w:pos="4513"/>
        <w:tab w:val="right" w:pos="9026"/>
      </w:tabs>
    </w:pPr>
  </w:style>
  <w:style w:type="character" w:customStyle="1" w:styleId="FooterChar">
    <w:name w:val="Footer Char"/>
    <w:basedOn w:val="DefaultParagraphFont"/>
    <w:link w:val="Footer"/>
    <w:uiPriority w:val="99"/>
    <w:rsid w:val="00A27D5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CTJJHAUHWN5E-644613129-2834</_dlc_DocId>
    <_dlc_DocIdUrl xmlns="bfc960a6-20da-4c94-8684-71380fca093b">
      <Url>http://dm2016/eesc/2019/_layouts/15/DocIdRedir.aspx?ID=CTJJHAUHWN5E-644613129-2834</Url>
      <Description>CTJJHAUHWN5E-644613129-2834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63</Value>
      <Value>162</Value>
      <Value>72</Value>
      <Value>246</Value>
      <Value>154</Value>
      <Value>153</Value>
      <Value>152</Value>
      <Value>62</Value>
      <Value>60</Value>
      <Value>59</Value>
      <Value>58</Value>
      <Value>64</Value>
      <Value>56</Value>
      <Value>55</Value>
      <Value>52</Value>
      <Value>49</Value>
      <Value>48</Value>
      <Value>46</Value>
      <Value>45</Value>
      <Value>38</Value>
      <Value>65</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11390</FicheNumber>
    <DocumentPart xmlns="bfc960a6-20da-4c94-8684-71380fca093b">7</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FF6BBCB-C6D6-42F1-88B1-0C5DE0063006}"/>
</file>

<file path=customXml/itemProps2.xml><?xml version="1.0" encoding="utf-8"?>
<ds:datastoreItem xmlns:ds="http://schemas.openxmlformats.org/officeDocument/2006/customXml" ds:itemID="{604A9D96-98C5-47EF-BAEA-41E64C6C518A}"/>
</file>

<file path=customXml/itemProps3.xml><?xml version="1.0" encoding="utf-8"?>
<ds:datastoreItem xmlns:ds="http://schemas.openxmlformats.org/officeDocument/2006/customXml" ds:itemID="{D0CA9D0A-DC53-46F0-8F9F-0DAEA72BF507}"/>
</file>

<file path=customXml/itemProps4.xml><?xml version="1.0" encoding="utf-8"?>
<ds:datastoreItem xmlns:ds="http://schemas.openxmlformats.org/officeDocument/2006/customXml" ds:itemID="{B519019E-208E-48AF-9BAF-47184E8484FC}"/>
</file>

<file path=docProps/app.xml><?xml version="1.0" encoding="utf-8"?>
<Properties xmlns="http://schemas.openxmlformats.org/officeDocument/2006/extended-properties" xmlns:vt="http://schemas.openxmlformats.org/officeDocument/2006/docPropsVTypes">
  <Template>Styles.dotm</Template>
  <TotalTime>11</TotalTime>
  <Pages>3</Pages>
  <Words>1369</Words>
  <Characters>7531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Dokumenty robocze - Grupa 6C - Kraje szybko rozwijające się</dc:title>
  <cp:keywords>EESC-2019-05163-07-00-INFO-TRA-EN</cp:keywords>
  <dc:description>Rapporteur:  - Original language: EN - Date of document: 09/12/2019 - Date of meeting:  - External documents:  - Administrator: MME LAHOUSSE Chloé</dc:description>
  <cp:lastModifiedBy>Agnieszka Klimaszewska</cp:lastModifiedBy>
  <cp:revision>5</cp:revision>
  <dcterms:created xsi:type="dcterms:W3CDTF">2019-11-15T11:52:00Z</dcterms:created>
  <dcterms:modified xsi:type="dcterms:W3CDTF">2019-12-09T17:30:00Z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12:43:01, 11:32:49</vt:lpwstr>
  </property>
  <property fmtid="{D5CDD505-2E9C-101B-9397-08002B2CF9AE}" pid="5" name="Pref_User">
    <vt:lpwstr>hnic, htoo</vt:lpwstr>
  </property>
  <property fmtid="{D5CDD505-2E9C-101B-9397-08002B2CF9AE}" pid="6" name="Pref_FileName">
    <vt:lpwstr>EESC-2019-05163-07-00-INFO-TRA-EN-CRR.docx, EESC-2019-05163-07-00-INFO-CRR-EN.docx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81ca31a2-984a-402b-a0cd-0a3b65f8d92b</vt:lpwstr>
  </property>
  <property fmtid="{D5CDD505-2E9C-101B-9397-08002B2CF9AE}" pid="9" name="AvailableTranslations">
    <vt:lpwstr>16;#PL|1e03da61-4678-4e07-b136-b5024ca9197b;#62;#FI|87606a43-d45f-42d6-b8c9-e1a3457db5b7;#246;#ME|925b3da5-5ac0-4b3c-928c-6ef66a5c9b3c;#49;#EL|6d4f4d51-af9b-4650-94b4-4276bee85c91;#60;#HU|6b229040-c589-4408-b4c1-4285663d20a8;#153;#SR|7f3a1d13-b985-4bfd-981e-afe31377edff;#14;#DE|f6b31e5a-26fa-4935-b661-318e46daf27e;#58;#LV|46f7e311-5d9f-4663-b433-18aeccb7ace7;#64;#PT|50ccc04a-eadd-42ae-a0cb-acaf45f812ba;#21;#IT|0774613c-01ed-4e5d-a25d-11d2388de825;#45;#NL|55c6556c-b4f4-441d-9acf-c498d4f838bd;#59;#HR|2f555653-ed1a-4fe6-8362-9082d95989e5;#152;#MK|34ce48bb-063e-4413-a932-50853dc71c5c;#55;#BG|1a1b3951-7821-4e6a-85f5-5673fc08bd2c;#52;#DA|5d49c027-8956-412b-aa16-e85a0f96ad0e;#65;#ET|ff6c3f4c-b02c-4c3c-ab07-2c37995a7a0a;#10;#FR|d2afafd3-4c81-4f60-8f52-ee33f2f54ff3;#154;#SQ|5ac17240-8d11-45ec-9893-659b209d7a00;#72;#GA|762d2456-c427-4ecb-b312-af3dad8e258c;#46;#CS|72f9705b-0217-4fd3-bea2-cbc7ed80e26e;#162;#TR|6e4ededd-04c4-4fa0-94e0-1028050302d5;#48;#LT|a7ff5ce7-6123-4f68-865a-a57c31810414;#4;#EN|f2175f21-25d7-44a3-96da-d6a61b075e1b;#38;#SV|c2ed69e7-a339-43d7-8f22-d93680a92aa0;#17;#ES|e7a6b05b-ae16-40c8-add9-68b64b03aeba;#63;#MT|7df99101-6854-4a26-b53a-b88c0da02c26;#56;#SL|98a412ae-eb01-49e9-ae3d-585a81724cfc;#25;#SK|46d9fce0-ef79-4f71-b89b-cd6aa82426b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7</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FI|87606a43-d45f-42d6-b8c9-e1a3457db5b7;ME|925b3da5-5ac0-4b3c-928c-6ef66a5c9b3c;SR|7f3a1d13-b985-4bfd-981e-afe31377edff;IT|0774613c-01ed-4e5d-a25d-11d2388de825;NL|55c6556c-b4f4-441d-9acf-c498d4f838bd;MK|34ce48bb-063e-4413-a932-50853dc71c5c;DA|5d49c027-8956-412b-aa16-e85a0f96ad0e;SQ|5ac17240-8d11-45ec-9893-659b209d7a00;GA|762d2456-c427-4ecb-b312-af3dad8e258c;CS|72f9705b-0217-4fd3-bea2-cbc7ed80e26e;TR|6e4ededd-04c4-4fa0-94e0-1028050302d5;LT|a7ff5ce7-6123-4f68-865a-a57c31810414;EN|f2175f21-25d7-44a3-96da-d6a61b075e1b;ES|e7a6b05b-ae16-40c8-add9-68b64b03aeba;MT|7df99101-6854-4a26-b53a-b88c0da02c26;SK|46d9fce0-ef79-4f71-b89b-cd6aa82426b8</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48;#LT|a7ff5ce7-6123-4f68-865a-a57c31810414;#72;#GA|762d2456-c427-4ecb-b312-af3dad8e258c;#7;#Final|ea5e6674-7b27-4bac-b091-73adbb394efe;#63;#MT|7df99101-6854-4a26-b53a-b88c0da02c26;#62;#FI|87606a43-d45f-42d6-b8c9-e1a3457db5b7;#246;#ME|925b3da5-5ac0-4b3c-928c-6ef66a5c9b3c;#21;#IT|0774613c-01ed-4e5d-a25d-11d2388de825;#152;#MK|34ce48bb-063e-4413-a932-50853dc71c5c;#17;#ES|e7a6b05b-ae16-40c8-add9-68b64b03aeba;#52;#DA|5d49c027-8956-412b-aa16-e85a0f96ad0e;#162;#TR|6e4ededd-04c4-4fa0-94e0-1028050302d5;#11;#INFO|d9136e7c-93a9-4c42-9d28-92b61e85f80c;#46;#CS|72f9705b-0217-4fd3-bea2-cbc7ed80e26e;#45;#NL|55c6556c-b4f4-441d-9acf-c498d4f838bd;#5;#Unrestricted|826e22d7-d029-4ec0-a450-0c28ff673572;#154;#SQ|5ac17240-8d11-45ec-9893-659b209d7a00;#153;#SR|7f3a1d13-b985-4bfd-981e-afe31377edff;#4;#EN|f2175f21-25d7-44a3-96da-d6a61b075e1b;#2;#TRA|150d2a88-1431-44e6-a8ca-0bb753ab8672;#1;#EESC|422833ec-8d7e-4e65-8e4e-8bed07ffb729;#25;#SK|46d9fce0-ef79-4f71-b89b-cd6aa82426b8</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11390</vt:i4>
  </property>
  <property fmtid="{D5CDD505-2E9C-101B-9397-08002B2CF9AE}" pid="37" name="DocumentLanguage">
    <vt:lpwstr>16;#PL|1e03da61-4678-4e07-b136-b5024ca9197b</vt:lpwstr>
  </property>
</Properties>
</file>